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5099FA6D" w:rsidR="003F10CA" w:rsidRPr="00666818" w:rsidRDefault="00AC0650" w:rsidP="00666818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666818">
        <w:rPr>
          <w:rFonts w:asciiTheme="minorHAnsi" w:hAnsiTheme="minorHAnsi"/>
          <w:szCs w:val="36"/>
        </w:rPr>
        <w:t>Załącznik numer 3 do Zapytania ofertowego</w:t>
      </w:r>
      <w:r w:rsidR="00135DE0">
        <w:rPr>
          <w:rFonts w:asciiTheme="minorHAnsi" w:hAnsiTheme="minorHAnsi"/>
          <w:szCs w:val="36"/>
        </w:rPr>
        <w:t xml:space="preserve"> </w:t>
      </w:r>
      <w:proofErr w:type="spellStart"/>
      <w:r w:rsidR="00135DE0" w:rsidRPr="00135DE0">
        <w:rPr>
          <w:rFonts w:asciiTheme="minorHAnsi" w:hAnsiTheme="minorHAnsi"/>
          <w:szCs w:val="36"/>
        </w:rPr>
        <w:t>WSNoZ</w:t>
      </w:r>
      <w:proofErr w:type="spellEnd"/>
      <w:r w:rsidR="00135DE0" w:rsidRPr="00135DE0">
        <w:rPr>
          <w:rFonts w:asciiTheme="minorHAnsi" w:hAnsiTheme="minorHAnsi"/>
          <w:szCs w:val="36"/>
        </w:rPr>
        <w:t>/</w:t>
      </w:r>
      <w:r w:rsidR="00933C0A">
        <w:rPr>
          <w:rFonts w:asciiTheme="minorHAnsi" w:hAnsiTheme="minorHAnsi"/>
          <w:szCs w:val="36"/>
        </w:rPr>
        <w:t>1</w:t>
      </w:r>
      <w:r w:rsidR="00135DE0" w:rsidRPr="00135DE0">
        <w:rPr>
          <w:rFonts w:asciiTheme="minorHAnsi" w:hAnsiTheme="minorHAnsi"/>
          <w:szCs w:val="36"/>
        </w:rPr>
        <w:t>/</w:t>
      </w:r>
      <w:r w:rsidR="00933C0A">
        <w:rPr>
          <w:rFonts w:asciiTheme="minorHAnsi" w:hAnsiTheme="minorHAnsi"/>
          <w:szCs w:val="36"/>
        </w:rPr>
        <w:t>01</w:t>
      </w:r>
      <w:r w:rsidR="00135DE0" w:rsidRPr="00135DE0">
        <w:rPr>
          <w:rFonts w:asciiTheme="minorHAnsi" w:hAnsiTheme="minorHAnsi"/>
          <w:szCs w:val="36"/>
        </w:rPr>
        <w:t>/202</w:t>
      </w:r>
      <w:r w:rsidR="00933C0A">
        <w:rPr>
          <w:rFonts w:asciiTheme="minorHAnsi" w:hAnsiTheme="minorHAnsi"/>
          <w:szCs w:val="36"/>
        </w:rPr>
        <w:t>6</w:t>
      </w:r>
      <w:r w:rsidRPr="00666818">
        <w:rPr>
          <w:rFonts w:asciiTheme="minorHAnsi" w:hAnsiTheme="minorHAnsi"/>
          <w:szCs w:val="36"/>
        </w:rPr>
        <w:t xml:space="preserve"> – „Wykaz osób – kwalifikacje kadry (składany w celu umożliwienia dokonania oceny oferty w ramach ustalonego kryterium jakościowego)”</w:t>
      </w:r>
    </w:p>
    <w:p w14:paraId="6BFCDE7C" w14:textId="5C310038" w:rsidR="0098541A" w:rsidRPr="00666818" w:rsidRDefault="000A6C65" w:rsidP="00666818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666818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466D482E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Pełna nazwa wykonawcy:</w:t>
      </w:r>
      <w:r w:rsidR="004F0DE5" w:rsidRPr="00666818">
        <w:rPr>
          <w:rFonts w:asciiTheme="minorHAnsi" w:hAnsiTheme="minorHAnsi" w:cstheme="minorHAnsi"/>
        </w:rPr>
        <w:tab/>
      </w:r>
    </w:p>
    <w:p w14:paraId="2D0232E0" w14:textId="752BC8FD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Numer REGON:</w:t>
      </w:r>
      <w:r w:rsidR="004F0DE5" w:rsidRPr="00666818">
        <w:rPr>
          <w:rFonts w:asciiTheme="minorHAnsi" w:hAnsiTheme="minorHAnsi" w:cstheme="minorHAnsi"/>
        </w:rPr>
        <w:tab/>
      </w:r>
    </w:p>
    <w:p w14:paraId="486683E8" w14:textId="601B3AB4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Numer NIP:</w:t>
      </w:r>
      <w:r w:rsidR="004F0DE5" w:rsidRPr="00666818">
        <w:rPr>
          <w:rFonts w:asciiTheme="minorHAnsi" w:hAnsiTheme="minorHAnsi" w:cstheme="minorHAnsi"/>
        </w:rPr>
        <w:tab/>
      </w:r>
    </w:p>
    <w:p w14:paraId="1FDF2E87" w14:textId="69AD971D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Numer telefonu:</w:t>
      </w:r>
      <w:r w:rsidR="004F0DE5" w:rsidRPr="00666818">
        <w:rPr>
          <w:rFonts w:asciiTheme="minorHAnsi" w:hAnsiTheme="minorHAnsi" w:cstheme="minorHAnsi"/>
        </w:rPr>
        <w:tab/>
      </w:r>
    </w:p>
    <w:p w14:paraId="5008C350" w14:textId="450EBFC0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Numer faksu (pole opcjonalne):</w:t>
      </w:r>
      <w:r w:rsidR="004F0DE5" w:rsidRPr="00666818">
        <w:rPr>
          <w:rFonts w:asciiTheme="minorHAnsi" w:hAnsiTheme="minorHAnsi" w:cstheme="minorHAnsi"/>
        </w:rPr>
        <w:tab/>
      </w:r>
    </w:p>
    <w:p w14:paraId="7B39BED5" w14:textId="452818DF" w:rsidR="00640E6E" w:rsidRPr="00666818" w:rsidRDefault="00640E6E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Adres poczty elektronicznej:</w:t>
      </w:r>
      <w:r w:rsidR="004F0DE5" w:rsidRPr="00666818">
        <w:rPr>
          <w:rFonts w:asciiTheme="minorHAnsi" w:hAnsiTheme="minorHAnsi" w:cstheme="minorHAnsi"/>
        </w:rPr>
        <w:tab/>
      </w:r>
    </w:p>
    <w:p w14:paraId="14075261" w14:textId="0C50A6C1" w:rsidR="00630723" w:rsidRPr="00666818" w:rsidRDefault="00D429B8" w:rsidP="00666818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666818">
        <w:rPr>
          <w:rFonts w:asciiTheme="minorHAnsi" w:hAnsiTheme="minorHAnsi"/>
        </w:rPr>
        <w:t>Część numer 1 – Kurs języka migowego</w:t>
      </w:r>
    </w:p>
    <w:p w14:paraId="30E536AC" w14:textId="77777777" w:rsidR="00D429B8" w:rsidRPr="00666818" w:rsidRDefault="00D429B8" w:rsidP="00666818">
      <w:pPr>
        <w:pStyle w:val="Akapitzlist"/>
        <w:numPr>
          <w:ilvl w:val="0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Informacje o osobie przewidzianej do realizacji przedmiotu zamówienia w ramach części numer 1.</w:t>
      </w:r>
    </w:p>
    <w:p w14:paraId="646F35C8" w14:textId="18926489" w:rsidR="00D429B8" w:rsidRPr="00666818" w:rsidRDefault="00D429B8" w:rsidP="00666818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Przedmiot zamówienia: Kurs języka migowego.</w:t>
      </w:r>
    </w:p>
    <w:p w14:paraId="196F1692" w14:textId="7E108577" w:rsidR="00D429B8" w:rsidRPr="00666818" w:rsidRDefault="00D429B8" w:rsidP="00666818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Imię i nazwisko osoby prowadzącej:</w:t>
      </w:r>
      <w:r w:rsidRPr="00666818">
        <w:rPr>
          <w:rFonts w:asciiTheme="minorHAnsi" w:hAnsiTheme="minorHAnsi" w:cstheme="minorHAnsi"/>
        </w:rPr>
        <w:tab/>
      </w:r>
    </w:p>
    <w:p w14:paraId="55C19B81" w14:textId="59A75C37" w:rsidR="00D429B8" w:rsidRPr="00666818" w:rsidRDefault="00D429B8" w:rsidP="00666818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 xml:space="preserve">Opis kwalifikacji zgodnie z wymaganiami określonymi </w:t>
      </w:r>
      <w:r w:rsidR="00933C0A">
        <w:rPr>
          <w:rFonts w:asciiTheme="minorHAnsi" w:hAnsiTheme="minorHAnsi" w:cstheme="minorHAnsi"/>
        </w:rPr>
        <w:t>Kryteria oceny ofert w punkcie 3, 4 oraz 5</w:t>
      </w:r>
      <w:r w:rsidRPr="00666818">
        <w:rPr>
          <w:rFonts w:asciiTheme="minorHAnsi" w:hAnsiTheme="minorHAnsi" w:cstheme="minorHAnsi"/>
        </w:rPr>
        <w:t xml:space="preserve"> zapytania ofertowego:</w:t>
      </w:r>
    </w:p>
    <w:p w14:paraId="0A18082E" w14:textId="0CEA9E89" w:rsidR="00D429B8" w:rsidRPr="00666818" w:rsidRDefault="00D429B8" w:rsidP="00666818">
      <w:pPr>
        <w:pStyle w:val="Akapitzlist"/>
        <w:numPr>
          <w:ilvl w:val="2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lastRenderedPageBreak/>
        <w:t>Tematyka prowadzonych szkoleń lub usług szkoleniowych:</w:t>
      </w:r>
      <w:r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</w:p>
    <w:p w14:paraId="3BFDD096" w14:textId="01330FAC" w:rsidR="00D429B8" w:rsidRPr="00666818" w:rsidRDefault="00D429B8" w:rsidP="00666818">
      <w:pPr>
        <w:pStyle w:val="Akapitzlist"/>
        <w:numPr>
          <w:ilvl w:val="1"/>
          <w:numId w:val="8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Liczba przeprowadzonych przez wskazaną osobę szkoleń lub usług szkoleniowych w zakresie tematyki odpowiadającej przedmiotowi zamówienia w części numer 1, wykonanych w ciągu ostatnich trzech lat:</w:t>
      </w:r>
      <w:r w:rsidRPr="00666818">
        <w:rPr>
          <w:rFonts w:asciiTheme="minorHAnsi" w:hAnsiTheme="minorHAnsi" w:cstheme="minorHAnsi"/>
        </w:rPr>
        <w:tab/>
      </w:r>
    </w:p>
    <w:p w14:paraId="0C05A0B5" w14:textId="4573DF82" w:rsidR="00D429B8" w:rsidRPr="00666818" w:rsidRDefault="00D429B8" w:rsidP="00666818">
      <w:pPr>
        <w:pStyle w:val="Nagwek2"/>
        <w:spacing w:line="360" w:lineRule="auto"/>
        <w:rPr>
          <w:rFonts w:asciiTheme="minorHAnsi" w:hAnsiTheme="minorHAnsi"/>
        </w:rPr>
      </w:pPr>
      <w:r w:rsidRPr="00666818">
        <w:rPr>
          <w:rFonts w:asciiTheme="minorHAnsi" w:hAnsiTheme="minorHAnsi"/>
        </w:rPr>
        <w:t xml:space="preserve">Część numer </w:t>
      </w:r>
      <w:r w:rsidR="00933C0A">
        <w:rPr>
          <w:rFonts w:asciiTheme="minorHAnsi" w:hAnsiTheme="minorHAnsi"/>
        </w:rPr>
        <w:t>2</w:t>
      </w:r>
      <w:r w:rsidRPr="00666818">
        <w:rPr>
          <w:rFonts w:asciiTheme="minorHAnsi" w:hAnsiTheme="minorHAnsi"/>
        </w:rPr>
        <w:t xml:space="preserve"> – Szkolenie „Standard WCAG 2.1 a dostępność cyfrowa”</w:t>
      </w:r>
    </w:p>
    <w:p w14:paraId="4EF30536" w14:textId="35A20604" w:rsidR="00D429B8" w:rsidRPr="00666818" w:rsidRDefault="00D429B8" w:rsidP="00666818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 xml:space="preserve">Informacje o osobie przewidzianej do realizacji przedmiotu zamówienia w ramach części numer </w:t>
      </w:r>
      <w:r w:rsidR="00933C0A">
        <w:rPr>
          <w:rFonts w:asciiTheme="minorHAnsi" w:hAnsiTheme="minorHAnsi" w:cstheme="minorHAnsi"/>
        </w:rPr>
        <w:t>2</w:t>
      </w:r>
      <w:r w:rsidRPr="00666818">
        <w:rPr>
          <w:rFonts w:asciiTheme="minorHAnsi" w:hAnsiTheme="minorHAnsi" w:cstheme="minorHAnsi"/>
        </w:rPr>
        <w:t>.</w:t>
      </w:r>
    </w:p>
    <w:p w14:paraId="5C1BD111" w14:textId="418B7C04" w:rsidR="00D429B8" w:rsidRPr="00666818" w:rsidRDefault="00D429B8" w:rsidP="00666818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Przedmiot zamówienia: Szkolenie „Standard WCAG 2.1 a dostępność cyfrowa”.</w:t>
      </w:r>
    </w:p>
    <w:p w14:paraId="32305AF5" w14:textId="27BB4181" w:rsidR="00D429B8" w:rsidRPr="00666818" w:rsidRDefault="00D429B8" w:rsidP="00666818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Imię i nazwisko osoby prowadzącej:</w:t>
      </w:r>
      <w:r w:rsidRPr="00666818">
        <w:rPr>
          <w:rFonts w:asciiTheme="minorHAnsi" w:hAnsiTheme="minorHAnsi" w:cstheme="minorHAnsi"/>
        </w:rPr>
        <w:tab/>
      </w:r>
    </w:p>
    <w:p w14:paraId="041E446C" w14:textId="5C6A3615" w:rsidR="00D429B8" w:rsidRPr="00666818" w:rsidRDefault="00D429B8" w:rsidP="00666818">
      <w:pPr>
        <w:pStyle w:val="Akapitzlist"/>
        <w:numPr>
          <w:ilvl w:val="1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 xml:space="preserve">Opis kwalifikacji zgodnie z wymaganiami określonymi w </w:t>
      </w:r>
      <w:r w:rsidR="00933C0A">
        <w:rPr>
          <w:rFonts w:asciiTheme="minorHAnsi" w:hAnsiTheme="minorHAnsi" w:cstheme="minorHAnsi"/>
        </w:rPr>
        <w:t xml:space="preserve">sekcji Kryteria oceny ofert w punkcie 3, 4 oraz 5 części </w:t>
      </w:r>
      <w:r w:rsidRPr="00666818">
        <w:rPr>
          <w:rFonts w:asciiTheme="minorHAnsi" w:hAnsiTheme="minorHAnsi" w:cstheme="minorHAnsi"/>
        </w:rPr>
        <w:t>zapytania ofertowego:</w:t>
      </w:r>
    </w:p>
    <w:p w14:paraId="052A3B00" w14:textId="1F34F7DD" w:rsidR="00D429B8" w:rsidRPr="00666818" w:rsidRDefault="00D429B8" w:rsidP="00666818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Tematyka prowadzonych szkoleń lub usług szkoleniowych:</w:t>
      </w:r>
      <w:r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</w:p>
    <w:p w14:paraId="0BDF302D" w14:textId="08B7A87C" w:rsidR="00D429B8" w:rsidRPr="00666818" w:rsidRDefault="00D429B8" w:rsidP="00666818">
      <w:pPr>
        <w:pStyle w:val="Akapitzlist"/>
        <w:numPr>
          <w:ilvl w:val="2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 xml:space="preserve">Liczba przeprowadzonych przez wskazaną osobę szkoleń lub usług szkoleniowych w zakresie tematyki odpowiadającej przedmiotowi zamówienia w części numer </w:t>
      </w:r>
      <w:r w:rsidR="00933C0A">
        <w:rPr>
          <w:rFonts w:asciiTheme="minorHAnsi" w:hAnsiTheme="minorHAnsi" w:cstheme="minorHAnsi"/>
        </w:rPr>
        <w:t>2</w:t>
      </w:r>
      <w:r w:rsidRPr="00666818">
        <w:rPr>
          <w:rFonts w:asciiTheme="minorHAnsi" w:hAnsiTheme="minorHAnsi" w:cstheme="minorHAnsi"/>
        </w:rPr>
        <w:t>, wykonanych w ciągu ostatnich trzech lat:</w:t>
      </w:r>
      <w:r w:rsidRPr="00666818">
        <w:rPr>
          <w:rFonts w:asciiTheme="minorHAnsi" w:hAnsiTheme="minorHAnsi" w:cstheme="minorHAnsi"/>
        </w:rPr>
        <w:tab/>
      </w:r>
    </w:p>
    <w:p w14:paraId="3C1F73CB" w14:textId="50A282BC" w:rsidR="00D429B8" w:rsidRPr="00666818" w:rsidRDefault="00D429B8" w:rsidP="00666818">
      <w:pPr>
        <w:pStyle w:val="Nagwek2"/>
        <w:spacing w:line="360" w:lineRule="auto"/>
        <w:rPr>
          <w:rFonts w:asciiTheme="minorHAnsi" w:hAnsiTheme="minorHAnsi"/>
        </w:rPr>
      </w:pPr>
      <w:r w:rsidRPr="00666818">
        <w:rPr>
          <w:rFonts w:asciiTheme="minorHAnsi" w:hAnsiTheme="minorHAnsi"/>
        </w:rPr>
        <w:t>Podpis osoby uprawnionej do reprezentowania wykonawcy</w:t>
      </w:r>
    </w:p>
    <w:p w14:paraId="1DA9F403" w14:textId="17E5247D" w:rsidR="00D429B8" w:rsidRPr="00666818" w:rsidRDefault="00D429B8" w:rsidP="00666818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Imię i nazwisko:</w:t>
      </w:r>
      <w:r w:rsidRPr="00666818">
        <w:rPr>
          <w:rFonts w:asciiTheme="minorHAnsi" w:hAnsiTheme="minorHAnsi" w:cstheme="minorHAnsi"/>
        </w:rPr>
        <w:tab/>
      </w:r>
    </w:p>
    <w:p w14:paraId="2D7590E0" w14:textId="1781AA2F" w:rsidR="00C460E7" w:rsidRPr="00666818" w:rsidRDefault="00D429B8" w:rsidP="00666818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Funkcja (na przykład: właściciel, członek zarządu, pełnomocnik):</w:t>
      </w:r>
      <w:r w:rsidR="00C460E7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</w:p>
    <w:p w14:paraId="180DDCFA" w14:textId="43B82BE2" w:rsidR="00C460E7" w:rsidRPr="00666818" w:rsidRDefault="00D429B8" w:rsidP="00666818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lastRenderedPageBreak/>
        <w:t>Podpis:</w:t>
      </w:r>
      <w:r w:rsidR="00C460E7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  <w:r w:rsidR="00666818" w:rsidRPr="00666818">
        <w:rPr>
          <w:rFonts w:asciiTheme="minorHAnsi" w:hAnsiTheme="minorHAnsi" w:cstheme="minorHAnsi"/>
        </w:rPr>
        <w:tab/>
      </w:r>
    </w:p>
    <w:p w14:paraId="370A2809" w14:textId="51A0C9D9" w:rsidR="00D429B8" w:rsidRPr="00666818" w:rsidRDefault="00D429B8" w:rsidP="00666818">
      <w:pPr>
        <w:pStyle w:val="Akapitzlist"/>
        <w:numPr>
          <w:ilvl w:val="0"/>
          <w:numId w:val="9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666818">
        <w:rPr>
          <w:rFonts w:asciiTheme="minorHAnsi" w:hAnsiTheme="minorHAnsi" w:cstheme="minorHAnsi"/>
        </w:rPr>
        <w:t>Data złożenia podpisu</w:t>
      </w:r>
      <w:r w:rsidR="00C460E7" w:rsidRPr="00666818">
        <w:rPr>
          <w:rFonts w:asciiTheme="minorHAnsi" w:hAnsiTheme="minorHAnsi" w:cstheme="minorHAnsi"/>
        </w:rPr>
        <w:t xml:space="preserve"> (rok–miesiąc–dzień)</w:t>
      </w:r>
      <w:r w:rsidRPr="00666818">
        <w:rPr>
          <w:rFonts w:asciiTheme="minorHAnsi" w:hAnsiTheme="minorHAnsi" w:cstheme="minorHAnsi"/>
        </w:rPr>
        <w:t>:</w:t>
      </w:r>
      <w:r w:rsidR="00C460E7" w:rsidRPr="00666818">
        <w:rPr>
          <w:rFonts w:asciiTheme="minorHAnsi" w:hAnsiTheme="minorHAnsi" w:cstheme="minorHAnsi"/>
        </w:rPr>
        <w:tab/>
      </w:r>
    </w:p>
    <w:sectPr w:rsidR="00D429B8" w:rsidRPr="00666818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EDA27" w14:textId="77777777" w:rsidR="00B3736D" w:rsidRPr="008757DC" w:rsidRDefault="00B3736D" w:rsidP="00E601A4">
      <w:r w:rsidRPr="008757DC">
        <w:separator/>
      </w:r>
    </w:p>
  </w:endnote>
  <w:endnote w:type="continuationSeparator" w:id="0">
    <w:p w14:paraId="61A736BD" w14:textId="77777777" w:rsidR="00B3736D" w:rsidRPr="008757DC" w:rsidRDefault="00B3736D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666818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666818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666818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666818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666818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666818">
      <w:rPr>
        <w:rFonts w:asciiTheme="minorHAnsi" w:hAnsiTheme="minorHAnsi" w:cstheme="minorHAnsi"/>
        <w:caps/>
        <w:color w:val="auto"/>
      </w:rPr>
      <w:fldChar w:fldCharType="begin"/>
    </w:r>
    <w:r w:rsidRPr="00666818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666818">
      <w:rPr>
        <w:rFonts w:asciiTheme="minorHAnsi" w:hAnsiTheme="minorHAnsi" w:cstheme="minorHAnsi"/>
        <w:caps/>
        <w:color w:val="auto"/>
      </w:rPr>
      <w:fldChar w:fldCharType="separate"/>
    </w:r>
    <w:r w:rsidRPr="00666818">
      <w:rPr>
        <w:rFonts w:asciiTheme="minorHAnsi" w:hAnsiTheme="minorHAnsi" w:cstheme="minorHAnsi"/>
        <w:caps/>
        <w:color w:val="auto"/>
      </w:rPr>
      <w:t>2</w:t>
    </w:r>
    <w:r w:rsidRPr="00666818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666818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21324" w14:textId="77777777" w:rsidR="00B3736D" w:rsidRPr="008757DC" w:rsidRDefault="00B3736D" w:rsidP="00E601A4">
      <w:r w:rsidRPr="008757DC">
        <w:separator/>
      </w:r>
    </w:p>
  </w:footnote>
  <w:footnote w:type="continuationSeparator" w:id="0">
    <w:p w14:paraId="00011FEC" w14:textId="77777777" w:rsidR="00B3736D" w:rsidRPr="008757DC" w:rsidRDefault="00B3736D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6B245464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0D31A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2"/>
  </w:num>
  <w:num w:numId="2" w16cid:durableId="1506214282">
    <w:abstractNumId w:val="1"/>
  </w:num>
  <w:num w:numId="3" w16cid:durableId="1726172554">
    <w:abstractNumId w:val="3"/>
  </w:num>
  <w:num w:numId="4" w16cid:durableId="843284076">
    <w:abstractNumId w:val="4"/>
  </w:num>
  <w:num w:numId="5" w16cid:durableId="1883592032">
    <w:abstractNumId w:val="0"/>
  </w:num>
  <w:num w:numId="6" w16cid:durableId="2089761661">
    <w:abstractNumId w:val="8"/>
  </w:num>
  <w:num w:numId="7" w16cid:durableId="1893998279">
    <w:abstractNumId w:val="5"/>
  </w:num>
  <w:num w:numId="8" w16cid:durableId="538736806">
    <w:abstractNumId w:val="6"/>
  </w:num>
  <w:num w:numId="9" w16cid:durableId="84243033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06D09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68A8"/>
    <w:rsid w:val="00080947"/>
    <w:rsid w:val="00094F10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4091"/>
    <w:rsid w:val="00117B4C"/>
    <w:rsid w:val="00125CBD"/>
    <w:rsid w:val="00127355"/>
    <w:rsid w:val="00135DE0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D63E3"/>
    <w:rsid w:val="001E0884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2F7FF4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91275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3F385E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0DE5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2357"/>
    <w:rsid w:val="005A5397"/>
    <w:rsid w:val="005A5E9D"/>
    <w:rsid w:val="005A70F3"/>
    <w:rsid w:val="005A7F50"/>
    <w:rsid w:val="005B2A77"/>
    <w:rsid w:val="005B4D65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50988"/>
    <w:rsid w:val="00652534"/>
    <w:rsid w:val="0065657C"/>
    <w:rsid w:val="00666818"/>
    <w:rsid w:val="00672F4A"/>
    <w:rsid w:val="00680213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32182"/>
    <w:rsid w:val="00762B34"/>
    <w:rsid w:val="00770283"/>
    <w:rsid w:val="00770FB6"/>
    <w:rsid w:val="00772F76"/>
    <w:rsid w:val="007868E3"/>
    <w:rsid w:val="00791492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3C0A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C0650"/>
    <w:rsid w:val="00AC1934"/>
    <w:rsid w:val="00AC1CDD"/>
    <w:rsid w:val="00AC4D4A"/>
    <w:rsid w:val="00AD3657"/>
    <w:rsid w:val="00AD6AE6"/>
    <w:rsid w:val="00AE191A"/>
    <w:rsid w:val="00AF06D8"/>
    <w:rsid w:val="00AF704A"/>
    <w:rsid w:val="00B210A3"/>
    <w:rsid w:val="00B274ED"/>
    <w:rsid w:val="00B3736D"/>
    <w:rsid w:val="00B441A0"/>
    <w:rsid w:val="00B449F7"/>
    <w:rsid w:val="00B460AD"/>
    <w:rsid w:val="00B50524"/>
    <w:rsid w:val="00B519FF"/>
    <w:rsid w:val="00B523B6"/>
    <w:rsid w:val="00B5619A"/>
    <w:rsid w:val="00B67F84"/>
    <w:rsid w:val="00B767D6"/>
    <w:rsid w:val="00B80717"/>
    <w:rsid w:val="00B808C0"/>
    <w:rsid w:val="00B876D0"/>
    <w:rsid w:val="00B92DD7"/>
    <w:rsid w:val="00B978E0"/>
    <w:rsid w:val="00BB28CC"/>
    <w:rsid w:val="00BC4576"/>
    <w:rsid w:val="00BC5855"/>
    <w:rsid w:val="00BC68ED"/>
    <w:rsid w:val="00BC7BAE"/>
    <w:rsid w:val="00BE0203"/>
    <w:rsid w:val="00BE58C1"/>
    <w:rsid w:val="00BE7235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460E7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429B8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161E"/>
    <w:rsid w:val="00EE6F0E"/>
    <w:rsid w:val="00EF5261"/>
    <w:rsid w:val="00F05DD6"/>
    <w:rsid w:val="00F136C1"/>
    <w:rsid w:val="00F150B6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1</TotalTime>
  <Pages>3</Pages>
  <Words>253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3</cp:revision>
  <cp:lastPrinted>2025-11-05T10:47:00Z</cp:lastPrinted>
  <dcterms:created xsi:type="dcterms:W3CDTF">2025-11-05T10:49:00Z</dcterms:created>
  <dcterms:modified xsi:type="dcterms:W3CDTF">2026-01-13T08:18:00Z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